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</w:t>
      </w:r>
      <w:r w:rsidR="00046EBC">
        <w:t xml:space="preserve">принять участие в </w:t>
      </w:r>
      <w:r w:rsidR="005E65BF">
        <w:t>Аукционе</w:t>
      </w:r>
    </w:p>
    <w:p w:rsidR="002A1360" w:rsidRDefault="002A1360" w:rsidP="002A1360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 xml:space="preserve">принять участие в </w:t>
      </w:r>
      <w:r w:rsidR="005E65BF">
        <w:t>Аукционе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 xml:space="preserve">принять участие в </w:t>
      </w:r>
      <w:r w:rsidR="005E65BF">
        <w:t>Аукционе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>истече</w:t>
      </w:r>
      <w:bookmarkStart w:id="0" w:name="_GoBack"/>
      <w:bookmarkEnd w:id="0"/>
      <w:r w:rsidR="008159B1" w:rsidRPr="00A102BD">
        <w:t xml:space="preserve">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 xml:space="preserve">принять участие в </w:t>
      </w:r>
      <w:r w:rsidR="005E65BF">
        <w:t>Аукционе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 xml:space="preserve">принять участие в </w:t>
      </w:r>
      <w:r w:rsidR="005E65BF">
        <w:t>Аукционе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 xml:space="preserve">приглашением </w:t>
      </w:r>
      <w:r w:rsidR="00046EBC">
        <w:t xml:space="preserve">принять участие в </w:t>
      </w:r>
      <w:r w:rsidR="005E65BF">
        <w:t>Аукционе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2A1360" w:rsidRPr="002A1360">
        <w:t xml:space="preserve">в связи с </w:t>
      </w:r>
      <w:r w:rsidR="004D27C4">
        <w:t xml:space="preserve">приглашением </w:t>
      </w:r>
      <w:r w:rsidR="00046EBC">
        <w:t xml:space="preserve">принять участие в </w:t>
      </w:r>
      <w:r w:rsidR="005E65BF">
        <w:t>Аукционе</w:t>
      </w:r>
      <w:r w:rsidR="002A1360"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 xml:space="preserve">принять участие в </w:t>
      </w:r>
      <w:r w:rsidR="005E65BF">
        <w:t>Аукционе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 xml:space="preserve">принять участие в </w:t>
      </w:r>
      <w:r w:rsidR="005E65BF">
        <w:t>Аукционе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8AE" w:rsidRDefault="001F38AE">
      <w:r>
        <w:separator/>
      </w:r>
    </w:p>
  </w:endnote>
  <w:endnote w:type="continuationSeparator" w:id="0">
    <w:p w:rsidR="001F38AE" w:rsidRDefault="001F3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5E65BF">
      <w:fldChar w:fldCharType="begin"/>
    </w:r>
    <w:r w:rsidR="005E65BF">
      <w:instrText xml:space="preserve"> PAGE </w:instrText>
    </w:r>
    <w:r w:rsidR="005E65BF">
      <w:fldChar w:fldCharType="separate"/>
    </w:r>
    <w:r w:rsidR="005E65BF">
      <w:rPr>
        <w:noProof/>
      </w:rPr>
      <w:t>2</w:t>
    </w:r>
    <w:r w:rsidR="005E65BF">
      <w:rPr>
        <w:noProof/>
      </w:rPr>
      <w:fldChar w:fldCharType="end"/>
    </w:r>
    <w:r>
      <w:t xml:space="preserve"> из </w:t>
    </w:r>
    <w:r w:rsidR="005E65BF">
      <w:fldChar w:fldCharType="begin"/>
    </w:r>
    <w:r w:rsidR="005E65BF">
      <w:instrText xml:space="preserve"> NUMPAGES </w:instrText>
    </w:r>
    <w:r w:rsidR="005E65BF">
      <w:fldChar w:fldCharType="separate"/>
    </w:r>
    <w:r w:rsidR="005E65BF">
      <w:rPr>
        <w:noProof/>
      </w:rPr>
      <w:t>2</w:t>
    </w:r>
    <w:r w:rsidR="005E65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8AE" w:rsidRDefault="001F38AE">
      <w:r>
        <w:separator/>
      </w:r>
    </w:p>
  </w:footnote>
  <w:footnote w:type="continuationSeparator" w:id="0">
    <w:p w:rsidR="001F38AE" w:rsidRDefault="001F3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3BEC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BF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60B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5:docId w15:val="{F81119EB-F2D5-464F-A9C3-CFBDF1D9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4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Злотников Кирилл Эдуардович</cp:lastModifiedBy>
  <cp:revision>3</cp:revision>
  <cp:lastPrinted>2010-04-13T12:36:00Z</cp:lastPrinted>
  <dcterms:created xsi:type="dcterms:W3CDTF">2015-12-22T07:29:00Z</dcterms:created>
  <dcterms:modified xsi:type="dcterms:W3CDTF">2016-10-12T13:57:00Z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